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96B" w:rsidRDefault="009C1514" w:rsidP="009C1514">
      <w:pPr>
        <w:jc w:val="center"/>
      </w:pPr>
      <w:r>
        <w:rPr>
          <w:rFonts w:ascii="Arial" w:hAnsi="Arial" w:cs="Arial"/>
          <w:noProof/>
          <w:sz w:val="20"/>
          <w:szCs w:val="20"/>
          <w:lang w:eastAsia="en-NZ"/>
        </w:rPr>
        <w:drawing>
          <wp:inline distT="0" distB="0" distL="0" distR="0" wp14:anchorId="44EBCDA1" wp14:editId="253C6445">
            <wp:extent cx="2552700" cy="2685151"/>
            <wp:effectExtent l="0" t="0" r="0" b="1270"/>
            <wp:docPr id="3" name="Picture 3" descr="http://3.bp.blogspot.com/-4n8ckGyKOsA/TaV6hRqoubI/AAAAAAAAALM/UmsR6Q3KUzY/s1600/johnny-depp-mad-hatt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4n8ckGyKOsA/TaV6hRqoubI/AAAAAAAAALM/UmsR6Q3KUzY/s1600/johnny-depp-mad-hatter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52700" cy="2685151"/>
                    </a:xfrm>
                    <a:prstGeom prst="rect">
                      <a:avLst/>
                    </a:prstGeom>
                    <a:noFill/>
                    <a:ln>
                      <a:noFill/>
                    </a:ln>
                  </pic:spPr>
                </pic:pic>
              </a:graphicData>
            </a:graphic>
          </wp:inline>
        </w:drawing>
      </w:r>
      <w:r w:rsidRPr="009C1514">
        <w:rPr>
          <w:vanish/>
        </w:rPr>
        <w:drawing>
          <wp:inline distT="0" distB="0" distL="0" distR="0" wp14:anchorId="18DF692F" wp14:editId="4DD2F9CE">
            <wp:extent cx="1743075" cy="2619375"/>
            <wp:effectExtent l="0" t="0" r="9525" b="9525"/>
            <wp:docPr id="2" name="Picture 2" descr="http://t1.gstatic.com/images?q=tbn:ANd9GcTVZk_rVsqMWmkuP9CKzY7udXfw71OsKSbuudCnsQ-oEFtfHrY0">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VZk_rVsqMWmkuP9CKzY7udXfw71OsKSbuudCnsQ-oEFtfHrY0">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3075" cy="2619375"/>
                    </a:xfrm>
                    <a:prstGeom prst="rect">
                      <a:avLst/>
                    </a:prstGeom>
                    <a:noFill/>
                    <a:ln>
                      <a:noFill/>
                    </a:ln>
                  </pic:spPr>
                </pic:pic>
              </a:graphicData>
            </a:graphic>
          </wp:inline>
        </w:drawing>
      </w:r>
    </w:p>
    <w:p w:rsidR="009C1514" w:rsidRDefault="009C1514">
      <w:r w:rsidRPr="009C1514">
        <w:rPr>
          <w:vanish/>
        </w:rPr>
        <w:drawing>
          <wp:inline distT="0" distB="0" distL="0" distR="0" wp14:anchorId="1C98C636" wp14:editId="2BF8C768">
            <wp:extent cx="1743075" cy="2619375"/>
            <wp:effectExtent l="0" t="0" r="9525" b="9525"/>
            <wp:docPr id="1" name="Picture 1" descr="http://t1.gstatic.com/images?q=tbn:ANd9GcTVZk_rVsqMWmkuP9CKzY7udXfw71OsKSbuudCnsQ-oEFtfHrY0">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VZk_rVsqMWmkuP9CKzY7udXfw71OsKSbuudCnsQ-oEFtfHrY0">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3075" cy="2619375"/>
                    </a:xfrm>
                    <a:prstGeom prst="rect">
                      <a:avLst/>
                    </a:prstGeom>
                    <a:noFill/>
                    <a:ln>
                      <a:noFill/>
                    </a:ln>
                  </pic:spPr>
                </pic:pic>
              </a:graphicData>
            </a:graphic>
          </wp:inline>
        </w:drawing>
      </w:r>
    </w:p>
    <w:p w:rsidR="009C1514" w:rsidRDefault="009C1514">
      <w:r>
        <w:t xml:space="preserve">The mad hatter’s slimy smile embraces his sly personality. He </w:t>
      </w:r>
      <w:proofErr w:type="gramStart"/>
      <w:r>
        <w:t>reeks</w:t>
      </w:r>
      <w:proofErr w:type="gramEnd"/>
      <w:r>
        <w:t xml:space="preserve"> a smell of slick black oil, creating a </w:t>
      </w:r>
      <w:proofErr w:type="spellStart"/>
      <w:r>
        <w:t>chokey</w:t>
      </w:r>
      <w:proofErr w:type="spellEnd"/>
      <w:r>
        <w:t xml:space="preserve"> lump in your throat. His fiery hair flares from his head, curling around his silk top hat. The gecko-</w:t>
      </w:r>
      <w:proofErr w:type="gramStart"/>
      <w:r>
        <w:t xml:space="preserve">green  </w:t>
      </w:r>
      <w:r w:rsidR="00A04124">
        <w:t>eyes</w:t>
      </w:r>
      <w:proofErr w:type="gramEnd"/>
      <w:r w:rsidR="00A04124">
        <w:t xml:space="preserve"> flash in the dim light, blended with his sickly stare. His breath is like fresh wild mint, leaving the same pinging taste in your mouth. He has second hand pins stuck in his hat, glimmering like diamonds in the moonlight. His sickly pale skin makes his face fade into the unknown mist of underland.</w:t>
      </w:r>
      <w:bookmarkStart w:id="0" w:name="_GoBack"/>
      <w:bookmarkEnd w:id="0"/>
      <w:r w:rsidR="00A04124">
        <w:t xml:space="preserve"> </w:t>
      </w:r>
    </w:p>
    <w:p w:rsidR="009C1514" w:rsidRDefault="009C1514"/>
    <w:sectPr w:rsidR="009C15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453"/>
    <w:rsid w:val="00933453"/>
    <w:rsid w:val="009C1514"/>
    <w:rsid w:val="00A0196B"/>
    <w:rsid w:val="00A0412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15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15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15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15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oogle.co.nz/imgres?imgurl=http://loyalkng.com/wp-content/uploads/2009/06/johnny-depp-mad-hatter.jpg&amp;imgrefurl=http://loyalkng.com/2009/06/22/johnny-depp-mad-hatter-anne-hathaway-white-queen-pictures-alice-wonderland-tim-burton/&amp;usg=__NnlEKwyK_tpzCIQ41DCHImodymI=&amp;h=600&amp;w=400&amp;sz=110&amp;hl=en&amp;start=5&amp;zoom=1&amp;tbnid=uF71hsjfVtjS3M:&amp;tbnh=135&amp;tbnw=90&amp;ei=0S7cTdDvBoS8sAPZy6SwDg&amp;prev=/search%3Fq%3Djohnny%2Bdepp%2Bmad%2Bhatter%26hl%3Den%26safe%3Dactive%26sa%3DX%26rls%3Dcom.microsoft:en-nz:IE-SearchBox%26rlz%3D1I7ADRA_en%26biw%3D1899%26bih%3D879%26tbm%3Disch%26prmd%3Divnso&amp;itbs=1"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FAADC16F</Template>
  <TotalTime>1</TotalTime>
  <Pages>1</Pages>
  <Words>79</Words>
  <Characters>454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2</cp:revision>
  <dcterms:created xsi:type="dcterms:W3CDTF">2011-05-24T22:29:00Z</dcterms:created>
  <dcterms:modified xsi:type="dcterms:W3CDTF">2011-05-24T22:29:00Z</dcterms:modified>
</cp:coreProperties>
</file>